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B2272">
        <w:rPr>
          <w:rFonts w:ascii="Arial" w:hAnsi="Arial" w:cs="Arial"/>
          <w:b/>
          <w:caps/>
          <w:sz w:val="28"/>
          <w:szCs w:val="28"/>
        </w:rPr>
        <w:t>1</w:t>
      </w:r>
      <w:r w:rsidR="00952D96">
        <w:rPr>
          <w:rFonts w:ascii="Arial" w:hAnsi="Arial" w:cs="Arial"/>
          <w:b/>
          <w:caps/>
          <w:sz w:val="28"/>
          <w:szCs w:val="28"/>
        </w:rPr>
        <w:t>7</w:t>
      </w:r>
      <w:r w:rsidR="00FB61CB">
        <w:rPr>
          <w:rFonts w:ascii="Arial" w:hAnsi="Arial" w:cs="Arial"/>
          <w:b/>
          <w:caps/>
          <w:sz w:val="28"/>
          <w:szCs w:val="28"/>
        </w:rPr>
        <w:t>8</w:t>
      </w:r>
      <w:r w:rsidR="00952D96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2735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47093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70930">
              <w:rPr>
                <w:rFonts w:ascii="Arial" w:hAnsi="Arial" w:cs="Arial"/>
                <w:sz w:val="20"/>
                <w:szCs w:val="20"/>
              </w:rPr>
              <w:t>a realização de operação tapa-buracos nas vias públicas do Bairro Cidade Nova Jacareí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8D3F67">
        <w:rPr>
          <w:rFonts w:ascii="Arial" w:hAnsi="Arial" w:cs="Arial"/>
        </w:rPr>
        <w:t>à</w:t>
      </w:r>
      <w:r w:rsidR="00027A89" w:rsidRPr="00027A89">
        <w:rPr>
          <w:rFonts w:ascii="Arial" w:hAnsi="Arial" w:cs="Arial"/>
        </w:rPr>
        <w:t xml:space="preserve"> </w:t>
      </w:r>
      <w:r w:rsidR="00337879" w:rsidRPr="00337879">
        <w:rPr>
          <w:rFonts w:ascii="Arial" w:hAnsi="Arial" w:cs="Arial"/>
        </w:rPr>
        <w:t>realização de operação tapa-buracos nas vias públicas do Bairro Cidade Nova Jacareí</w:t>
      </w:r>
      <w:r w:rsidR="00BF184D">
        <w:rPr>
          <w:rFonts w:ascii="Arial" w:hAnsi="Arial" w:cs="Arial"/>
        </w:rPr>
        <w:t>.</w:t>
      </w:r>
    </w:p>
    <w:p w:rsidR="00114ABA" w:rsidRDefault="00114ABA" w:rsidP="00142C3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Esclarecemos que as vias do referido bairro se encontram totalmente tomadas por buracos e afundamentos.</w:t>
      </w:r>
    </w:p>
    <w:p w:rsidR="00B04CB5" w:rsidRDefault="00B04CB5" w:rsidP="00142C3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 presente solicitação atende a pedidos dos moradores.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981EFE" w:rsidRDefault="00981EF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37879">
        <w:rPr>
          <w:rFonts w:ascii="Arial" w:hAnsi="Arial" w:cs="Arial"/>
        </w:rPr>
        <w:t>15</w:t>
      </w:r>
      <w:bookmarkStart w:id="0" w:name="_GoBack"/>
      <w:bookmarkEnd w:id="0"/>
      <w:r w:rsidR="00494C8D">
        <w:rPr>
          <w:rFonts w:ascii="Arial" w:hAnsi="Arial" w:cs="Arial"/>
        </w:rPr>
        <w:t xml:space="preserve"> de </w:t>
      </w:r>
      <w:r w:rsidR="00037BCD">
        <w:rPr>
          <w:rFonts w:ascii="Arial" w:hAnsi="Arial" w:cs="Arial"/>
        </w:rPr>
        <w:t>agosto</w:t>
      </w:r>
      <w:r w:rsidR="00741092">
        <w:rPr>
          <w:rFonts w:ascii="Arial" w:hAnsi="Arial" w:cs="Arial"/>
        </w:rPr>
        <w:t xml:space="preserve"> </w:t>
      </w:r>
      <w:r w:rsidR="002E4A90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472B7F" w:rsidRPr="00472B7F" w:rsidRDefault="009466C8" w:rsidP="00556D5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472B7F" w:rsidRPr="00472B7F" w:rsidSect="00472B7F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486" w:rsidRDefault="00067486">
      <w:r>
        <w:separator/>
      </w:r>
    </w:p>
  </w:endnote>
  <w:endnote w:type="continuationSeparator" w:id="0">
    <w:p w:rsidR="00067486" w:rsidRDefault="00067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486" w:rsidRDefault="00067486">
      <w:r>
        <w:separator/>
      </w:r>
    </w:p>
  </w:footnote>
  <w:footnote w:type="continuationSeparator" w:id="0">
    <w:p w:rsidR="00067486" w:rsidRDefault="000674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5022A">
      <w:rPr>
        <w:rFonts w:ascii="Arial" w:hAnsi="Arial" w:cs="Arial"/>
        <w:b/>
        <w:sz w:val="20"/>
        <w:szCs w:val="20"/>
        <w:u w:val="single"/>
      </w:rPr>
      <w:t>1</w:t>
    </w:r>
    <w:r w:rsidR="00AB629E">
      <w:rPr>
        <w:rFonts w:ascii="Arial" w:hAnsi="Arial" w:cs="Arial"/>
        <w:b/>
        <w:sz w:val="20"/>
        <w:szCs w:val="20"/>
        <w:u w:val="single"/>
      </w:rPr>
      <w:t>5</w:t>
    </w:r>
    <w:r w:rsidR="00B5022A">
      <w:rPr>
        <w:rFonts w:ascii="Arial" w:hAnsi="Arial" w:cs="Arial"/>
        <w:b/>
        <w:sz w:val="20"/>
        <w:szCs w:val="20"/>
        <w:u w:val="single"/>
      </w:rPr>
      <w:t>4</w:t>
    </w:r>
    <w:r w:rsidR="00472B7F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4B6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418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81EF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5D2"/>
    <w:rsid w:val="00012789"/>
    <w:rsid w:val="0001300F"/>
    <w:rsid w:val="00014880"/>
    <w:rsid w:val="00015871"/>
    <w:rsid w:val="00021601"/>
    <w:rsid w:val="00024562"/>
    <w:rsid w:val="00024FD3"/>
    <w:rsid w:val="00027108"/>
    <w:rsid w:val="0002757B"/>
    <w:rsid w:val="00027A89"/>
    <w:rsid w:val="00030EF2"/>
    <w:rsid w:val="00034A23"/>
    <w:rsid w:val="00037BCD"/>
    <w:rsid w:val="00043F23"/>
    <w:rsid w:val="00043F78"/>
    <w:rsid w:val="000522EB"/>
    <w:rsid w:val="00056288"/>
    <w:rsid w:val="00060686"/>
    <w:rsid w:val="0006185A"/>
    <w:rsid w:val="0006481F"/>
    <w:rsid w:val="00067486"/>
    <w:rsid w:val="00067AED"/>
    <w:rsid w:val="000722DE"/>
    <w:rsid w:val="00074938"/>
    <w:rsid w:val="0008077D"/>
    <w:rsid w:val="000876CE"/>
    <w:rsid w:val="00091849"/>
    <w:rsid w:val="00093268"/>
    <w:rsid w:val="0009327D"/>
    <w:rsid w:val="0009437C"/>
    <w:rsid w:val="00094490"/>
    <w:rsid w:val="000958D5"/>
    <w:rsid w:val="000971FD"/>
    <w:rsid w:val="00097CAE"/>
    <w:rsid w:val="000A12DD"/>
    <w:rsid w:val="000A1469"/>
    <w:rsid w:val="000A351E"/>
    <w:rsid w:val="000A6C04"/>
    <w:rsid w:val="000B5695"/>
    <w:rsid w:val="000C07EF"/>
    <w:rsid w:val="000C412D"/>
    <w:rsid w:val="000C546E"/>
    <w:rsid w:val="000D2CAF"/>
    <w:rsid w:val="000D605B"/>
    <w:rsid w:val="000E5385"/>
    <w:rsid w:val="000E5823"/>
    <w:rsid w:val="000F03FF"/>
    <w:rsid w:val="000F266B"/>
    <w:rsid w:val="000F40CD"/>
    <w:rsid w:val="000F6251"/>
    <w:rsid w:val="001003B1"/>
    <w:rsid w:val="00106FA7"/>
    <w:rsid w:val="001113B4"/>
    <w:rsid w:val="001126F0"/>
    <w:rsid w:val="00113E88"/>
    <w:rsid w:val="00114ABA"/>
    <w:rsid w:val="00115DF3"/>
    <w:rsid w:val="00117261"/>
    <w:rsid w:val="00123920"/>
    <w:rsid w:val="00123BBA"/>
    <w:rsid w:val="00124862"/>
    <w:rsid w:val="00126240"/>
    <w:rsid w:val="001266D2"/>
    <w:rsid w:val="001303D3"/>
    <w:rsid w:val="0013147E"/>
    <w:rsid w:val="00132402"/>
    <w:rsid w:val="00132757"/>
    <w:rsid w:val="00134ACA"/>
    <w:rsid w:val="00136F04"/>
    <w:rsid w:val="0014043A"/>
    <w:rsid w:val="00142C31"/>
    <w:rsid w:val="00143480"/>
    <w:rsid w:val="0014591F"/>
    <w:rsid w:val="00147CF5"/>
    <w:rsid w:val="00150EE2"/>
    <w:rsid w:val="00154B95"/>
    <w:rsid w:val="00156F14"/>
    <w:rsid w:val="00162C94"/>
    <w:rsid w:val="0016336B"/>
    <w:rsid w:val="00170353"/>
    <w:rsid w:val="00171E0E"/>
    <w:rsid w:val="00172E81"/>
    <w:rsid w:val="0017621A"/>
    <w:rsid w:val="00181CD2"/>
    <w:rsid w:val="00182521"/>
    <w:rsid w:val="001836AD"/>
    <w:rsid w:val="00191BFC"/>
    <w:rsid w:val="00193AD0"/>
    <w:rsid w:val="00197B69"/>
    <w:rsid w:val="001A09F2"/>
    <w:rsid w:val="001A3DE4"/>
    <w:rsid w:val="001A3E22"/>
    <w:rsid w:val="001A5210"/>
    <w:rsid w:val="001A6149"/>
    <w:rsid w:val="001A7441"/>
    <w:rsid w:val="001B0773"/>
    <w:rsid w:val="001B2035"/>
    <w:rsid w:val="001B70D3"/>
    <w:rsid w:val="001C2CE7"/>
    <w:rsid w:val="001E1214"/>
    <w:rsid w:val="001E2AE6"/>
    <w:rsid w:val="001E2E0F"/>
    <w:rsid w:val="001E3486"/>
    <w:rsid w:val="001F13C3"/>
    <w:rsid w:val="001F1A45"/>
    <w:rsid w:val="001F2778"/>
    <w:rsid w:val="001F4FF1"/>
    <w:rsid w:val="001F627E"/>
    <w:rsid w:val="0020082D"/>
    <w:rsid w:val="00200B37"/>
    <w:rsid w:val="00204ED7"/>
    <w:rsid w:val="00211468"/>
    <w:rsid w:val="00214704"/>
    <w:rsid w:val="00222F1F"/>
    <w:rsid w:val="00223B5D"/>
    <w:rsid w:val="00226290"/>
    <w:rsid w:val="002304B6"/>
    <w:rsid w:val="00230859"/>
    <w:rsid w:val="0023177B"/>
    <w:rsid w:val="00232174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57291"/>
    <w:rsid w:val="00272425"/>
    <w:rsid w:val="0027262D"/>
    <w:rsid w:val="00272C29"/>
    <w:rsid w:val="00274AC8"/>
    <w:rsid w:val="00276330"/>
    <w:rsid w:val="00280109"/>
    <w:rsid w:val="002808F8"/>
    <w:rsid w:val="00284F34"/>
    <w:rsid w:val="00291E29"/>
    <w:rsid w:val="00297CAA"/>
    <w:rsid w:val="002A049A"/>
    <w:rsid w:val="002A2D51"/>
    <w:rsid w:val="002A4D4A"/>
    <w:rsid w:val="002A5057"/>
    <w:rsid w:val="002A5F63"/>
    <w:rsid w:val="002A7434"/>
    <w:rsid w:val="002B066E"/>
    <w:rsid w:val="002B3200"/>
    <w:rsid w:val="002B5425"/>
    <w:rsid w:val="002C0258"/>
    <w:rsid w:val="002C053D"/>
    <w:rsid w:val="002C34E8"/>
    <w:rsid w:val="002C4B2B"/>
    <w:rsid w:val="002C5C09"/>
    <w:rsid w:val="002C5C70"/>
    <w:rsid w:val="002C5D2B"/>
    <w:rsid w:val="002C76C7"/>
    <w:rsid w:val="002D3D9E"/>
    <w:rsid w:val="002D7844"/>
    <w:rsid w:val="002E2FC2"/>
    <w:rsid w:val="002E3CB0"/>
    <w:rsid w:val="002E4A90"/>
    <w:rsid w:val="002F02DB"/>
    <w:rsid w:val="002F0591"/>
    <w:rsid w:val="0030168E"/>
    <w:rsid w:val="0030384F"/>
    <w:rsid w:val="00303F51"/>
    <w:rsid w:val="00311F37"/>
    <w:rsid w:val="00315C2B"/>
    <w:rsid w:val="00316A2C"/>
    <w:rsid w:val="00317C1A"/>
    <w:rsid w:val="00321E8A"/>
    <w:rsid w:val="00323F0F"/>
    <w:rsid w:val="00325776"/>
    <w:rsid w:val="003324B8"/>
    <w:rsid w:val="003330A3"/>
    <w:rsid w:val="003334A8"/>
    <w:rsid w:val="0033695C"/>
    <w:rsid w:val="00337879"/>
    <w:rsid w:val="003418FC"/>
    <w:rsid w:val="00342CB8"/>
    <w:rsid w:val="00343838"/>
    <w:rsid w:val="0034556B"/>
    <w:rsid w:val="00345C18"/>
    <w:rsid w:val="00347D5E"/>
    <w:rsid w:val="00350D9B"/>
    <w:rsid w:val="00351CC8"/>
    <w:rsid w:val="003535EF"/>
    <w:rsid w:val="003622DE"/>
    <w:rsid w:val="0036336A"/>
    <w:rsid w:val="00364828"/>
    <w:rsid w:val="003674B3"/>
    <w:rsid w:val="003775DA"/>
    <w:rsid w:val="00381797"/>
    <w:rsid w:val="003848C4"/>
    <w:rsid w:val="00384F29"/>
    <w:rsid w:val="003867AD"/>
    <w:rsid w:val="00390294"/>
    <w:rsid w:val="003904D1"/>
    <w:rsid w:val="00393B17"/>
    <w:rsid w:val="00393CA0"/>
    <w:rsid w:val="00397FF3"/>
    <w:rsid w:val="003A0481"/>
    <w:rsid w:val="003A36F1"/>
    <w:rsid w:val="003A5EA0"/>
    <w:rsid w:val="003A7251"/>
    <w:rsid w:val="003A77BE"/>
    <w:rsid w:val="003B3C7B"/>
    <w:rsid w:val="003B57E0"/>
    <w:rsid w:val="003B7367"/>
    <w:rsid w:val="003D3467"/>
    <w:rsid w:val="003D72D9"/>
    <w:rsid w:val="003D74A0"/>
    <w:rsid w:val="003D7732"/>
    <w:rsid w:val="003E188F"/>
    <w:rsid w:val="003E2B4D"/>
    <w:rsid w:val="003E7F9A"/>
    <w:rsid w:val="003F47D9"/>
    <w:rsid w:val="003F546A"/>
    <w:rsid w:val="004025B2"/>
    <w:rsid w:val="004039FF"/>
    <w:rsid w:val="00403AF2"/>
    <w:rsid w:val="00404C2D"/>
    <w:rsid w:val="00407B2B"/>
    <w:rsid w:val="00411405"/>
    <w:rsid w:val="00411878"/>
    <w:rsid w:val="00411AA1"/>
    <w:rsid w:val="00412795"/>
    <w:rsid w:val="004206B6"/>
    <w:rsid w:val="00421CFF"/>
    <w:rsid w:val="00422C08"/>
    <w:rsid w:val="0042545A"/>
    <w:rsid w:val="0042730D"/>
    <w:rsid w:val="00427C4B"/>
    <w:rsid w:val="00430D37"/>
    <w:rsid w:val="00430D59"/>
    <w:rsid w:val="004327E9"/>
    <w:rsid w:val="00440260"/>
    <w:rsid w:val="00442691"/>
    <w:rsid w:val="00443E1D"/>
    <w:rsid w:val="004505C5"/>
    <w:rsid w:val="00461283"/>
    <w:rsid w:val="00462EC1"/>
    <w:rsid w:val="00467347"/>
    <w:rsid w:val="00470930"/>
    <w:rsid w:val="00472B7F"/>
    <w:rsid w:val="00476F6B"/>
    <w:rsid w:val="0048298F"/>
    <w:rsid w:val="00482C3D"/>
    <w:rsid w:val="004831AA"/>
    <w:rsid w:val="00483569"/>
    <w:rsid w:val="004867D8"/>
    <w:rsid w:val="00487D64"/>
    <w:rsid w:val="00491D12"/>
    <w:rsid w:val="00493115"/>
    <w:rsid w:val="00494C8D"/>
    <w:rsid w:val="0049642C"/>
    <w:rsid w:val="00496B2D"/>
    <w:rsid w:val="004A0E3D"/>
    <w:rsid w:val="004A45C3"/>
    <w:rsid w:val="004A53EF"/>
    <w:rsid w:val="004A5C85"/>
    <w:rsid w:val="004B0422"/>
    <w:rsid w:val="004B7493"/>
    <w:rsid w:val="004C0A06"/>
    <w:rsid w:val="004C2B97"/>
    <w:rsid w:val="004C2C30"/>
    <w:rsid w:val="004C6C78"/>
    <w:rsid w:val="004C6D72"/>
    <w:rsid w:val="004C7F0B"/>
    <w:rsid w:val="004D0BA3"/>
    <w:rsid w:val="004D1F38"/>
    <w:rsid w:val="004D22C3"/>
    <w:rsid w:val="004D23E1"/>
    <w:rsid w:val="004D5708"/>
    <w:rsid w:val="004D7321"/>
    <w:rsid w:val="004E06ED"/>
    <w:rsid w:val="004E262F"/>
    <w:rsid w:val="004E29AE"/>
    <w:rsid w:val="004E3CB6"/>
    <w:rsid w:val="004E46DA"/>
    <w:rsid w:val="004F0090"/>
    <w:rsid w:val="004F15E5"/>
    <w:rsid w:val="004F38CF"/>
    <w:rsid w:val="004F39E9"/>
    <w:rsid w:val="004F465F"/>
    <w:rsid w:val="004F56B4"/>
    <w:rsid w:val="004F690D"/>
    <w:rsid w:val="004F695E"/>
    <w:rsid w:val="004F6A11"/>
    <w:rsid w:val="005009EA"/>
    <w:rsid w:val="00505357"/>
    <w:rsid w:val="00505FD8"/>
    <w:rsid w:val="00507B70"/>
    <w:rsid w:val="00521A62"/>
    <w:rsid w:val="005231A4"/>
    <w:rsid w:val="00523974"/>
    <w:rsid w:val="00524669"/>
    <w:rsid w:val="005277B0"/>
    <w:rsid w:val="0053012C"/>
    <w:rsid w:val="00533862"/>
    <w:rsid w:val="00534ABB"/>
    <w:rsid w:val="0053711C"/>
    <w:rsid w:val="005476D3"/>
    <w:rsid w:val="0055101D"/>
    <w:rsid w:val="0055155A"/>
    <w:rsid w:val="00556D51"/>
    <w:rsid w:val="005574CD"/>
    <w:rsid w:val="00564314"/>
    <w:rsid w:val="00564368"/>
    <w:rsid w:val="00565B2A"/>
    <w:rsid w:val="00574A51"/>
    <w:rsid w:val="005762E8"/>
    <w:rsid w:val="0058109A"/>
    <w:rsid w:val="005831CC"/>
    <w:rsid w:val="005855CE"/>
    <w:rsid w:val="00586097"/>
    <w:rsid w:val="0058646A"/>
    <w:rsid w:val="005868AE"/>
    <w:rsid w:val="00592FD2"/>
    <w:rsid w:val="005932DD"/>
    <w:rsid w:val="005A01D0"/>
    <w:rsid w:val="005A03FA"/>
    <w:rsid w:val="005A31F5"/>
    <w:rsid w:val="005A337E"/>
    <w:rsid w:val="005A7D58"/>
    <w:rsid w:val="005B069B"/>
    <w:rsid w:val="005B0732"/>
    <w:rsid w:val="005B3755"/>
    <w:rsid w:val="005B3D21"/>
    <w:rsid w:val="005B6115"/>
    <w:rsid w:val="005C05AD"/>
    <w:rsid w:val="005C27EC"/>
    <w:rsid w:val="005C3938"/>
    <w:rsid w:val="005C6948"/>
    <w:rsid w:val="005C79C9"/>
    <w:rsid w:val="005C7BA5"/>
    <w:rsid w:val="005D0B35"/>
    <w:rsid w:val="005D36F3"/>
    <w:rsid w:val="005D50F0"/>
    <w:rsid w:val="005D702D"/>
    <w:rsid w:val="005E101C"/>
    <w:rsid w:val="005E138D"/>
    <w:rsid w:val="005E5A31"/>
    <w:rsid w:val="005F09E5"/>
    <w:rsid w:val="005F2A0E"/>
    <w:rsid w:val="005F62AF"/>
    <w:rsid w:val="005F6530"/>
    <w:rsid w:val="006009EE"/>
    <w:rsid w:val="00602564"/>
    <w:rsid w:val="0060386D"/>
    <w:rsid w:val="00607148"/>
    <w:rsid w:val="00610FA5"/>
    <w:rsid w:val="00611DFF"/>
    <w:rsid w:val="0061629D"/>
    <w:rsid w:val="00616F73"/>
    <w:rsid w:val="00617AF6"/>
    <w:rsid w:val="00624472"/>
    <w:rsid w:val="00625440"/>
    <w:rsid w:val="00625E22"/>
    <w:rsid w:val="00627F48"/>
    <w:rsid w:val="006319DC"/>
    <w:rsid w:val="006357D3"/>
    <w:rsid w:val="00641C52"/>
    <w:rsid w:val="006426AE"/>
    <w:rsid w:val="006430D2"/>
    <w:rsid w:val="00646993"/>
    <w:rsid w:val="00646FA9"/>
    <w:rsid w:val="00651CAC"/>
    <w:rsid w:val="00651CBB"/>
    <w:rsid w:val="00657CF6"/>
    <w:rsid w:val="006611EB"/>
    <w:rsid w:val="006638D8"/>
    <w:rsid w:val="0066543A"/>
    <w:rsid w:val="006667CF"/>
    <w:rsid w:val="00672778"/>
    <w:rsid w:val="00672CC1"/>
    <w:rsid w:val="00674F7D"/>
    <w:rsid w:val="006766B6"/>
    <w:rsid w:val="00680839"/>
    <w:rsid w:val="00680C70"/>
    <w:rsid w:val="00681021"/>
    <w:rsid w:val="006820B5"/>
    <w:rsid w:val="00682E6E"/>
    <w:rsid w:val="006846CB"/>
    <w:rsid w:val="006865E6"/>
    <w:rsid w:val="00691CF5"/>
    <w:rsid w:val="0069312F"/>
    <w:rsid w:val="006945A5"/>
    <w:rsid w:val="00694795"/>
    <w:rsid w:val="00695481"/>
    <w:rsid w:val="006957F5"/>
    <w:rsid w:val="006A29FB"/>
    <w:rsid w:val="006A370D"/>
    <w:rsid w:val="006A5FBA"/>
    <w:rsid w:val="006B0B8E"/>
    <w:rsid w:val="006B4B74"/>
    <w:rsid w:val="006B72E4"/>
    <w:rsid w:val="006C13D1"/>
    <w:rsid w:val="006C59BC"/>
    <w:rsid w:val="006C7164"/>
    <w:rsid w:val="006D065E"/>
    <w:rsid w:val="006D07B0"/>
    <w:rsid w:val="006D1B73"/>
    <w:rsid w:val="006D2D5B"/>
    <w:rsid w:val="006D434D"/>
    <w:rsid w:val="006D5C63"/>
    <w:rsid w:val="006D609D"/>
    <w:rsid w:val="006D6F7D"/>
    <w:rsid w:val="006E7E66"/>
    <w:rsid w:val="006F26AE"/>
    <w:rsid w:val="006F4E64"/>
    <w:rsid w:val="006F7B0A"/>
    <w:rsid w:val="006F7EE1"/>
    <w:rsid w:val="00701E3D"/>
    <w:rsid w:val="007119E3"/>
    <w:rsid w:val="00713F15"/>
    <w:rsid w:val="0071597F"/>
    <w:rsid w:val="00715F74"/>
    <w:rsid w:val="00716D21"/>
    <w:rsid w:val="007212F6"/>
    <w:rsid w:val="00722641"/>
    <w:rsid w:val="007258F8"/>
    <w:rsid w:val="00725E66"/>
    <w:rsid w:val="00726CA7"/>
    <w:rsid w:val="00727CDB"/>
    <w:rsid w:val="007315A7"/>
    <w:rsid w:val="0073407F"/>
    <w:rsid w:val="00736592"/>
    <w:rsid w:val="00737FBC"/>
    <w:rsid w:val="00741092"/>
    <w:rsid w:val="00745CA5"/>
    <w:rsid w:val="00765A96"/>
    <w:rsid w:val="00771286"/>
    <w:rsid w:val="00773393"/>
    <w:rsid w:val="0077488F"/>
    <w:rsid w:val="00775A1B"/>
    <w:rsid w:val="00777ECF"/>
    <w:rsid w:val="007818FD"/>
    <w:rsid w:val="007838DC"/>
    <w:rsid w:val="00786B32"/>
    <w:rsid w:val="00790911"/>
    <w:rsid w:val="00794B62"/>
    <w:rsid w:val="007962CB"/>
    <w:rsid w:val="007A1A39"/>
    <w:rsid w:val="007A6198"/>
    <w:rsid w:val="007B100C"/>
    <w:rsid w:val="007B63C8"/>
    <w:rsid w:val="007C5465"/>
    <w:rsid w:val="007C7E72"/>
    <w:rsid w:val="007D0B3C"/>
    <w:rsid w:val="007D1D56"/>
    <w:rsid w:val="007D1DEA"/>
    <w:rsid w:val="007D3298"/>
    <w:rsid w:val="007D39FD"/>
    <w:rsid w:val="007D756B"/>
    <w:rsid w:val="007E0D4E"/>
    <w:rsid w:val="007E369D"/>
    <w:rsid w:val="007E3F69"/>
    <w:rsid w:val="007E6F02"/>
    <w:rsid w:val="007F2307"/>
    <w:rsid w:val="007F2FEF"/>
    <w:rsid w:val="007F3BFF"/>
    <w:rsid w:val="007F41E5"/>
    <w:rsid w:val="007F6AC8"/>
    <w:rsid w:val="007F75CA"/>
    <w:rsid w:val="0080197E"/>
    <w:rsid w:val="00807953"/>
    <w:rsid w:val="00813FA4"/>
    <w:rsid w:val="00816417"/>
    <w:rsid w:val="00820C13"/>
    <w:rsid w:val="00820D11"/>
    <w:rsid w:val="0083264E"/>
    <w:rsid w:val="00833A11"/>
    <w:rsid w:val="00833E7C"/>
    <w:rsid w:val="00841713"/>
    <w:rsid w:val="00842A64"/>
    <w:rsid w:val="0084536F"/>
    <w:rsid w:val="0084557D"/>
    <w:rsid w:val="008474F2"/>
    <w:rsid w:val="00850086"/>
    <w:rsid w:val="008508AB"/>
    <w:rsid w:val="00850B32"/>
    <w:rsid w:val="008545A7"/>
    <w:rsid w:val="00857F1B"/>
    <w:rsid w:val="00861E74"/>
    <w:rsid w:val="00865AF3"/>
    <w:rsid w:val="00870972"/>
    <w:rsid w:val="0087166E"/>
    <w:rsid w:val="00871781"/>
    <w:rsid w:val="00873B09"/>
    <w:rsid w:val="00874058"/>
    <w:rsid w:val="00876A8C"/>
    <w:rsid w:val="00877E50"/>
    <w:rsid w:val="00883EB5"/>
    <w:rsid w:val="00885F7F"/>
    <w:rsid w:val="0089053C"/>
    <w:rsid w:val="00890925"/>
    <w:rsid w:val="00890984"/>
    <w:rsid w:val="008909A4"/>
    <w:rsid w:val="00893268"/>
    <w:rsid w:val="00896913"/>
    <w:rsid w:val="00896E08"/>
    <w:rsid w:val="00897F4A"/>
    <w:rsid w:val="008A0EB2"/>
    <w:rsid w:val="008A12F9"/>
    <w:rsid w:val="008A16A2"/>
    <w:rsid w:val="008A2A2D"/>
    <w:rsid w:val="008A521A"/>
    <w:rsid w:val="008B067D"/>
    <w:rsid w:val="008B0D6A"/>
    <w:rsid w:val="008B1035"/>
    <w:rsid w:val="008B52D4"/>
    <w:rsid w:val="008B5F60"/>
    <w:rsid w:val="008C27E3"/>
    <w:rsid w:val="008C33AB"/>
    <w:rsid w:val="008D204E"/>
    <w:rsid w:val="008D3F67"/>
    <w:rsid w:val="008D61DF"/>
    <w:rsid w:val="008D78AF"/>
    <w:rsid w:val="008E6C99"/>
    <w:rsid w:val="008F2373"/>
    <w:rsid w:val="00903889"/>
    <w:rsid w:val="009040C4"/>
    <w:rsid w:val="00907A2D"/>
    <w:rsid w:val="00913888"/>
    <w:rsid w:val="009163BB"/>
    <w:rsid w:val="009201F8"/>
    <w:rsid w:val="00921625"/>
    <w:rsid w:val="00922964"/>
    <w:rsid w:val="009230DA"/>
    <w:rsid w:val="0092321C"/>
    <w:rsid w:val="009249E8"/>
    <w:rsid w:val="00931B29"/>
    <w:rsid w:val="00931FE2"/>
    <w:rsid w:val="00933A0A"/>
    <w:rsid w:val="00935D18"/>
    <w:rsid w:val="009428CD"/>
    <w:rsid w:val="009466C8"/>
    <w:rsid w:val="00946864"/>
    <w:rsid w:val="00951025"/>
    <w:rsid w:val="00952322"/>
    <w:rsid w:val="00952D96"/>
    <w:rsid w:val="00956116"/>
    <w:rsid w:val="00960518"/>
    <w:rsid w:val="00967735"/>
    <w:rsid w:val="00972E2A"/>
    <w:rsid w:val="00975D29"/>
    <w:rsid w:val="009768E6"/>
    <w:rsid w:val="00981EFE"/>
    <w:rsid w:val="009855A6"/>
    <w:rsid w:val="009911FD"/>
    <w:rsid w:val="00992534"/>
    <w:rsid w:val="009948C4"/>
    <w:rsid w:val="009A2ABD"/>
    <w:rsid w:val="009A6E96"/>
    <w:rsid w:val="009B207E"/>
    <w:rsid w:val="009B266F"/>
    <w:rsid w:val="009B32F8"/>
    <w:rsid w:val="009B3FB1"/>
    <w:rsid w:val="009C087E"/>
    <w:rsid w:val="009C175C"/>
    <w:rsid w:val="009C384C"/>
    <w:rsid w:val="009C5E5F"/>
    <w:rsid w:val="009C7B4F"/>
    <w:rsid w:val="009D0EB7"/>
    <w:rsid w:val="009D0F6E"/>
    <w:rsid w:val="009D13C0"/>
    <w:rsid w:val="009D2A69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03202"/>
    <w:rsid w:val="00A07484"/>
    <w:rsid w:val="00A10895"/>
    <w:rsid w:val="00A1135F"/>
    <w:rsid w:val="00A1321A"/>
    <w:rsid w:val="00A13BC3"/>
    <w:rsid w:val="00A20BFA"/>
    <w:rsid w:val="00A21A8C"/>
    <w:rsid w:val="00A22AF7"/>
    <w:rsid w:val="00A2634E"/>
    <w:rsid w:val="00A27354"/>
    <w:rsid w:val="00A33252"/>
    <w:rsid w:val="00A349F1"/>
    <w:rsid w:val="00A40FE5"/>
    <w:rsid w:val="00A421A5"/>
    <w:rsid w:val="00A451F4"/>
    <w:rsid w:val="00A45828"/>
    <w:rsid w:val="00A46B01"/>
    <w:rsid w:val="00A47C67"/>
    <w:rsid w:val="00A51397"/>
    <w:rsid w:val="00A51ECB"/>
    <w:rsid w:val="00A528D6"/>
    <w:rsid w:val="00A60065"/>
    <w:rsid w:val="00A656AF"/>
    <w:rsid w:val="00A66DBD"/>
    <w:rsid w:val="00A75941"/>
    <w:rsid w:val="00A7677F"/>
    <w:rsid w:val="00A769EA"/>
    <w:rsid w:val="00A82DCD"/>
    <w:rsid w:val="00A84739"/>
    <w:rsid w:val="00A866C4"/>
    <w:rsid w:val="00A90A9F"/>
    <w:rsid w:val="00A92CB9"/>
    <w:rsid w:val="00A94BDF"/>
    <w:rsid w:val="00AA0EE8"/>
    <w:rsid w:val="00AA1948"/>
    <w:rsid w:val="00AA5EB3"/>
    <w:rsid w:val="00AB0209"/>
    <w:rsid w:val="00AB0F53"/>
    <w:rsid w:val="00AB2F12"/>
    <w:rsid w:val="00AB3523"/>
    <w:rsid w:val="00AB3B39"/>
    <w:rsid w:val="00AB47B2"/>
    <w:rsid w:val="00AB629E"/>
    <w:rsid w:val="00AB6E09"/>
    <w:rsid w:val="00AB7AA7"/>
    <w:rsid w:val="00AC0B0C"/>
    <w:rsid w:val="00AC23E2"/>
    <w:rsid w:val="00AC24F9"/>
    <w:rsid w:val="00AC6657"/>
    <w:rsid w:val="00AC712C"/>
    <w:rsid w:val="00AD6B47"/>
    <w:rsid w:val="00AE3478"/>
    <w:rsid w:val="00AE5447"/>
    <w:rsid w:val="00AF0BF8"/>
    <w:rsid w:val="00AF21A7"/>
    <w:rsid w:val="00AF393C"/>
    <w:rsid w:val="00B00633"/>
    <w:rsid w:val="00B0194D"/>
    <w:rsid w:val="00B04CB5"/>
    <w:rsid w:val="00B05892"/>
    <w:rsid w:val="00B05D7E"/>
    <w:rsid w:val="00B068AB"/>
    <w:rsid w:val="00B10E9F"/>
    <w:rsid w:val="00B15486"/>
    <w:rsid w:val="00B1686A"/>
    <w:rsid w:val="00B2620A"/>
    <w:rsid w:val="00B2697B"/>
    <w:rsid w:val="00B33AEE"/>
    <w:rsid w:val="00B3786A"/>
    <w:rsid w:val="00B404CE"/>
    <w:rsid w:val="00B429D6"/>
    <w:rsid w:val="00B4490D"/>
    <w:rsid w:val="00B4723C"/>
    <w:rsid w:val="00B47DF7"/>
    <w:rsid w:val="00B5022A"/>
    <w:rsid w:val="00B5246B"/>
    <w:rsid w:val="00B55E14"/>
    <w:rsid w:val="00B57E0F"/>
    <w:rsid w:val="00B6463C"/>
    <w:rsid w:val="00B65326"/>
    <w:rsid w:val="00B6728C"/>
    <w:rsid w:val="00B70DDF"/>
    <w:rsid w:val="00B746CF"/>
    <w:rsid w:val="00B751A5"/>
    <w:rsid w:val="00B75336"/>
    <w:rsid w:val="00B75CEF"/>
    <w:rsid w:val="00B77C2F"/>
    <w:rsid w:val="00B8595D"/>
    <w:rsid w:val="00B85EF6"/>
    <w:rsid w:val="00B8646C"/>
    <w:rsid w:val="00B87922"/>
    <w:rsid w:val="00B94ACE"/>
    <w:rsid w:val="00B95C4A"/>
    <w:rsid w:val="00B95D99"/>
    <w:rsid w:val="00B97721"/>
    <w:rsid w:val="00BA036A"/>
    <w:rsid w:val="00BA1565"/>
    <w:rsid w:val="00BA2AC7"/>
    <w:rsid w:val="00BA7986"/>
    <w:rsid w:val="00BB0CEC"/>
    <w:rsid w:val="00BB3F3E"/>
    <w:rsid w:val="00BB64AA"/>
    <w:rsid w:val="00BC1D7D"/>
    <w:rsid w:val="00BC44DF"/>
    <w:rsid w:val="00BC6D26"/>
    <w:rsid w:val="00BD19F9"/>
    <w:rsid w:val="00BD1F36"/>
    <w:rsid w:val="00BD2164"/>
    <w:rsid w:val="00BD3C0A"/>
    <w:rsid w:val="00BD3C47"/>
    <w:rsid w:val="00BD4115"/>
    <w:rsid w:val="00BD58D2"/>
    <w:rsid w:val="00BE1B39"/>
    <w:rsid w:val="00BE5B31"/>
    <w:rsid w:val="00BE685D"/>
    <w:rsid w:val="00BF0B76"/>
    <w:rsid w:val="00BF184D"/>
    <w:rsid w:val="00BF26DE"/>
    <w:rsid w:val="00BF791A"/>
    <w:rsid w:val="00C02899"/>
    <w:rsid w:val="00C06926"/>
    <w:rsid w:val="00C06BEA"/>
    <w:rsid w:val="00C073E7"/>
    <w:rsid w:val="00C10470"/>
    <w:rsid w:val="00C12028"/>
    <w:rsid w:val="00C1347B"/>
    <w:rsid w:val="00C14BD0"/>
    <w:rsid w:val="00C172B1"/>
    <w:rsid w:val="00C20848"/>
    <w:rsid w:val="00C20A06"/>
    <w:rsid w:val="00C245FA"/>
    <w:rsid w:val="00C24E92"/>
    <w:rsid w:val="00C25CFD"/>
    <w:rsid w:val="00C25D1F"/>
    <w:rsid w:val="00C30767"/>
    <w:rsid w:val="00C3325C"/>
    <w:rsid w:val="00C34D5E"/>
    <w:rsid w:val="00C364A5"/>
    <w:rsid w:val="00C36E68"/>
    <w:rsid w:val="00C40146"/>
    <w:rsid w:val="00C42806"/>
    <w:rsid w:val="00C42AFB"/>
    <w:rsid w:val="00C44D39"/>
    <w:rsid w:val="00C45509"/>
    <w:rsid w:val="00C52F9E"/>
    <w:rsid w:val="00C545BB"/>
    <w:rsid w:val="00C563A9"/>
    <w:rsid w:val="00C6267C"/>
    <w:rsid w:val="00C6685D"/>
    <w:rsid w:val="00C7053D"/>
    <w:rsid w:val="00C7169E"/>
    <w:rsid w:val="00C76263"/>
    <w:rsid w:val="00C77C9A"/>
    <w:rsid w:val="00C80D2C"/>
    <w:rsid w:val="00C83397"/>
    <w:rsid w:val="00C85153"/>
    <w:rsid w:val="00C861E6"/>
    <w:rsid w:val="00C874F7"/>
    <w:rsid w:val="00C8752A"/>
    <w:rsid w:val="00C90441"/>
    <w:rsid w:val="00C96D0D"/>
    <w:rsid w:val="00CA1128"/>
    <w:rsid w:val="00CA33B5"/>
    <w:rsid w:val="00CA3748"/>
    <w:rsid w:val="00CA3B1D"/>
    <w:rsid w:val="00CA47FE"/>
    <w:rsid w:val="00CA5DD1"/>
    <w:rsid w:val="00CA6358"/>
    <w:rsid w:val="00CA6DBC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C599E"/>
    <w:rsid w:val="00CD6DFC"/>
    <w:rsid w:val="00CD79D6"/>
    <w:rsid w:val="00CE1B9C"/>
    <w:rsid w:val="00CE7DE0"/>
    <w:rsid w:val="00CF31DE"/>
    <w:rsid w:val="00CF7556"/>
    <w:rsid w:val="00D03D10"/>
    <w:rsid w:val="00D04A4E"/>
    <w:rsid w:val="00D06839"/>
    <w:rsid w:val="00D1170E"/>
    <w:rsid w:val="00D14EB1"/>
    <w:rsid w:val="00D166E2"/>
    <w:rsid w:val="00D16CA1"/>
    <w:rsid w:val="00D16E2F"/>
    <w:rsid w:val="00D2072E"/>
    <w:rsid w:val="00D209FF"/>
    <w:rsid w:val="00D233C7"/>
    <w:rsid w:val="00D24484"/>
    <w:rsid w:val="00D31E30"/>
    <w:rsid w:val="00D3403E"/>
    <w:rsid w:val="00D3429B"/>
    <w:rsid w:val="00D417F4"/>
    <w:rsid w:val="00D45E11"/>
    <w:rsid w:val="00D46F9A"/>
    <w:rsid w:val="00D507D5"/>
    <w:rsid w:val="00D51221"/>
    <w:rsid w:val="00D519C8"/>
    <w:rsid w:val="00D5430F"/>
    <w:rsid w:val="00D5513C"/>
    <w:rsid w:val="00D564F1"/>
    <w:rsid w:val="00D57C98"/>
    <w:rsid w:val="00D57F94"/>
    <w:rsid w:val="00D60D74"/>
    <w:rsid w:val="00D62FBA"/>
    <w:rsid w:val="00D648A1"/>
    <w:rsid w:val="00D67D62"/>
    <w:rsid w:val="00D71513"/>
    <w:rsid w:val="00D742C9"/>
    <w:rsid w:val="00D7599A"/>
    <w:rsid w:val="00D81777"/>
    <w:rsid w:val="00D8258A"/>
    <w:rsid w:val="00D8365B"/>
    <w:rsid w:val="00D8492E"/>
    <w:rsid w:val="00D84E66"/>
    <w:rsid w:val="00D864F8"/>
    <w:rsid w:val="00DA054B"/>
    <w:rsid w:val="00DA097D"/>
    <w:rsid w:val="00DA0E3F"/>
    <w:rsid w:val="00DA0F53"/>
    <w:rsid w:val="00DA588F"/>
    <w:rsid w:val="00DB23E5"/>
    <w:rsid w:val="00DB48F6"/>
    <w:rsid w:val="00DB58F9"/>
    <w:rsid w:val="00DC119D"/>
    <w:rsid w:val="00DC663B"/>
    <w:rsid w:val="00DE2EFD"/>
    <w:rsid w:val="00DE50DD"/>
    <w:rsid w:val="00DE6D69"/>
    <w:rsid w:val="00DF14EC"/>
    <w:rsid w:val="00E00590"/>
    <w:rsid w:val="00E0249F"/>
    <w:rsid w:val="00E03D2B"/>
    <w:rsid w:val="00E07978"/>
    <w:rsid w:val="00E07FA1"/>
    <w:rsid w:val="00E11F92"/>
    <w:rsid w:val="00E148A3"/>
    <w:rsid w:val="00E14F37"/>
    <w:rsid w:val="00E164DD"/>
    <w:rsid w:val="00E16F40"/>
    <w:rsid w:val="00E25BFA"/>
    <w:rsid w:val="00E27785"/>
    <w:rsid w:val="00E3022D"/>
    <w:rsid w:val="00E36F6F"/>
    <w:rsid w:val="00E4506E"/>
    <w:rsid w:val="00E4656E"/>
    <w:rsid w:val="00E51448"/>
    <w:rsid w:val="00E574BF"/>
    <w:rsid w:val="00E57A5E"/>
    <w:rsid w:val="00E57E24"/>
    <w:rsid w:val="00E66CFD"/>
    <w:rsid w:val="00E6736F"/>
    <w:rsid w:val="00E70011"/>
    <w:rsid w:val="00E721EC"/>
    <w:rsid w:val="00E75B4B"/>
    <w:rsid w:val="00E8185D"/>
    <w:rsid w:val="00E86C30"/>
    <w:rsid w:val="00E90791"/>
    <w:rsid w:val="00E90C30"/>
    <w:rsid w:val="00E915C0"/>
    <w:rsid w:val="00E92976"/>
    <w:rsid w:val="00E93DDE"/>
    <w:rsid w:val="00E93E87"/>
    <w:rsid w:val="00E952B3"/>
    <w:rsid w:val="00EB04D6"/>
    <w:rsid w:val="00EB11B5"/>
    <w:rsid w:val="00EB54A7"/>
    <w:rsid w:val="00EC26DB"/>
    <w:rsid w:val="00ED2065"/>
    <w:rsid w:val="00ED3C1B"/>
    <w:rsid w:val="00ED6F49"/>
    <w:rsid w:val="00EE7483"/>
    <w:rsid w:val="00EF25D7"/>
    <w:rsid w:val="00EF34FE"/>
    <w:rsid w:val="00EF64DF"/>
    <w:rsid w:val="00EF6A79"/>
    <w:rsid w:val="00EF7864"/>
    <w:rsid w:val="00F016E7"/>
    <w:rsid w:val="00F04DF1"/>
    <w:rsid w:val="00F0524A"/>
    <w:rsid w:val="00F16E46"/>
    <w:rsid w:val="00F20E40"/>
    <w:rsid w:val="00F216FC"/>
    <w:rsid w:val="00F21B1F"/>
    <w:rsid w:val="00F24F2D"/>
    <w:rsid w:val="00F26E4D"/>
    <w:rsid w:val="00F272DB"/>
    <w:rsid w:val="00F27895"/>
    <w:rsid w:val="00F420E5"/>
    <w:rsid w:val="00F45FBB"/>
    <w:rsid w:val="00F5150F"/>
    <w:rsid w:val="00F52226"/>
    <w:rsid w:val="00F61F86"/>
    <w:rsid w:val="00F630CB"/>
    <w:rsid w:val="00F632D9"/>
    <w:rsid w:val="00F65C85"/>
    <w:rsid w:val="00F73DA3"/>
    <w:rsid w:val="00F758B4"/>
    <w:rsid w:val="00F80877"/>
    <w:rsid w:val="00F85418"/>
    <w:rsid w:val="00F854B3"/>
    <w:rsid w:val="00F911D8"/>
    <w:rsid w:val="00F91BFF"/>
    <w:rsid w:val="00F94D0A"/>
    <w:rsid w:val="00FA071F"/>
    <w:rsid w:val="00FA3CFC"/>
    <w:rsid w:val="00FB00FA"/>
    <w:rsid w:val="00FB074F"/>
    <w:rsid w:val="00FB1EB1"/>
    <w:rsid w:val="00FB2272"/>
    <w:rsid w:val="00FB61CB"/>
    <w:rsid w:val="00FC1C13"/>
    <w:rsid w:val="00FC6329"/>
    <w:rsid w:val="00FD179D"/>
    <w:rsid w:val="00FD1BAD"/>
    <w:rsid w:val="00FD214E"/>
    <w:rsid w:val="00FD4B4A"/>
    <w:rsid w:val="00FD57C5"/>
    <w:rsid w:val="00FE28F8"/>
    <w:rsid w:val="00FE3606"/>
    <w:rsid w:val="00FE36DB"/>
    <w:rsid w:val="00FE3AF1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3AC36-D5EB-4E5C-A75D-706B9E86B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106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2018-08-13T14:46:00Z</cp:lastPrinted>
  <dcterms:created xsi:type="dcterms:W3CDTF">2018-08-13T14:34:00Z</dcterms:created>
  <dcterms:modified xsi:type="dcterms:W3CDTF">2018-08-13T14:46:00Z</dcterms:modified>
</cp:coreProperties>
</file>